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3E" w:rsidRDefault="00813F3E" w:rsidP="00813F3E">
      <w:pPr>
        <w:pStyle w:val="JazzyHeading10"/>
      </w:pPr>
    </w:p>
    <w:p w:rsidR="00813F3E" w:rsidRDefault="0067344A" w:rsidP="00813F3E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margin">
                  <wp:posOffset>7406640</wp:posOffset>
                </wp:positionH>
                <wp:positionV relativeFrom="margin">
                  <wp:posOffset>6217920</wp:posOffset>
                </wp:positionV>
                <wp:extent cx="1280795" cy="640715"/>
                <wp:effectExtent l="15240" t="17145" r="18415" b="18415"/>
                <wp:wrapNone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79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104" w:rsidRDefault="00D13104" w:rsidP="00813F3E">
                            <w:pPr>
                              <w:pStyle w:val="BoxesHeading1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38" style="position:absolute;margin-left:583.2pt;margin-top:489.6pt;width:100.85pt;height:50.4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" strokeweight="2pt">
                <v:textbox inset="5pt,5pt,5pt,5pt">
                  <w:txbxContent>
                    <w:p w:rsidR="00D13104" w:rsidRDefault="00D13104" w:rsidP="00813F3E">
                      <w:pPr>
                        <w:pStyle w:val="BoxesHeading1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2012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margin">
                  <wp:posOffset>91440</wp:posOffset>
                </wp:positionH>
                <wp:positionV relativeFrom="margin">
                  <wp:posOffset>365760</wp:posOffset>
                </wp:positionV>
                <wp:extent cx="8961755" cy="6217920"/>
                <wp:effectExtent l="0" t="3810" r="0" b="0"/>
                <wp:wrapNone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61755" cy="621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18"/>
                              <w:gridCol w:w="2018"/>
                              <w:gridCol w:w="2018"/>
                              <w:gridCol w:w="2018"/>
                              <w:gridCol w:w="2018"/>
                              <w:gridCol w:w="2019"/>
                              <w:gridCol w:w="2019"/>
                            </w:tblGrid>
                            <w:tr w:rsidR="00D13104" w:rsidTr="00373330">
                              <w:trPr>
                                <w:trHeight w:val="720"/>
                              </w:trPr>
                              <w:tc>
                                <w:tcPr>
                                  <w:tcW w:w="201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13104" w:rsidRPr="00813F3E" w:rsidRDefault="00D13104" w:rsidP="00D13104">
                                  <w:pPr>
                                    <w:pStyle w:val="BoxesHeading2"/>
                                  </w:pPr>
                                  <w:r w:rsidRPr="00813F3E">
                                    <w:t>Sun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13104" w:rsidRPr="00813F3E" w:rsidRDefault="00D13104" w:rsidP="00D13104">
                                  <w:pPr>
                                    <w:pStyle w:val="BoxesHeading2"/>
                                  </w:pPr>
                                  <w:r w:rsidRPr="00813F3E"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13104" w:rsidRPr="00813F3E" w:rsidRDefault="00D13104" w:rsidP="00D13104">
                                  <w:pPr>
                                    <w:pStyle w:val="BoxesHeading2"/>
                                  </w:pPr>
                                  <w:r w:rsidRPr="00813F3E"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13104" w:rsidRPr="00813F3E" w:rsidRDefault="00D13104" w:rsidP="00D13104">
                                  <w:pPr>
                                    <w:pStyle w:val="BoxesHeading2"/>
                                  </w:pPr>
                                  <w:r w:rsidRPr="00813F3E"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13104" w:rsidRPr="00813F3E" w:rsidRDefault="00D13104" w:rsidP="00D13104">
                                  <w:pPr>
                                    <w:pStyle w:val="BoxesHeading2"/>
                                  </w:pPr>
                                  <w:r w:rsidRPr="00813F3E"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13104" w:rsidRPr="00813F3E" w:rsidRDefault="00D13104" w:rsidP="00D13104">
                                  <w:pPr>
                                    <w:pStyle w:val="BoxesHeading2"/>
                                  </w:pPr>
                                  <w:r w:rsidRPr="00813F3E">
                                    <w:t>Fri</w:t>
                                  </w: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Heading2"/>
                                  </w:pPr>
                                  <w:r w:rsidRPr="00813F3E">
                                    <w:t>Sat</w:t>
                                  </w:r>
                                </w:p>
                              </w:tc>
                            </w:tr>
                            <w:tr w:rsidR="00D13104" w:rsidRPr="00813F3E" w:rsidTr="00373330">
                              <w:trPr>
                                <w:trHeight w:val="1420"/>
                              </w:trPr>
                              <w:tc>
                                <w:tcPr>
                                  <w:tcW w:w="20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</w:t>
                                  </w:r>
                                </w:p>
                                <w:p w:rsidR="00E826B8" w:rsidRPr="00272C11" w:rsidRDefault="00E826B8" w:rsidP="00A7463F">
                                  <w:pPr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</w:t>
                                  </w:r>
                                </w:p>
                                <w:p w:rsidR="00E826B8" w:rsidRPr="00272C11" w:rsidRDefault="00E826B8" w:rsidP="00A7463F">
                                  <w:pPr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3</w:t>
                                  </w:r>
                                </w:p>
                                <w:p w:rsidR="00E826B8" w:rsidRPr="00272C11" w:rsidRDefault="00E826B8" w:rsidP="00A7463F">
                                  <w:pPr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4</w:t>
                                  </w:r>
                                </w:p>
                                <w:p w:rsidR="00E826B8" w:rsidRPr="00272C11" w:rsidRDefault="00E826B8" w:rsidP="00A7463F">
                                  <w:pPr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4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5</w:t>
                                  </w:r>
                                </w:p>
                                <w:p w:rsidR="00D13104" w:rsidRPr="00272C11" w:rsidRDefault="00D13104" w:rsidP="00B04865">
                                  <w:pPr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3104" w:rsidRPr="00813F3E" w:rsidTr="00373330">
                              <w:trPr>
                                <w:trHeight w:val="1420"/>
                              </w:trPr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  <w:p w:rsidR="00252C31" w:rsidRPr="00272C11" w:rsidRDefault="00252C31" w:rsidP="00252C31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9</w:t>
                                  </w:r>
                                </w:p>
                                <w:p w:rsidR="00BE7617" w:rsidRPr="00272C11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 xml:space="preserve">ENGR </w:t>
                                  </w:r>
                                  <w:r w:rsidR="00272C11">
                                    <w:rPr>
                                      <w:sz w:val="16"/>
                                      <w:szCs w:val="16"/>
                                    </w:rPr>
                                    <w:t xml:space="preserve">meet </w:t>
                                  </w:r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in Florida.</w:t>
                                  </w:r>
                                </w:p>
                                <w:p w:rsidR="00BE7617" w:rsidRPr="00272C11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Drive to Fort Pierce</w:t>
                                  </w:r>
                                </w:p>
                                <w:p w:rsidR="00252C31" w:rsidRPr="00272C11" w:rsidRDefault="00252C31" w:rsidP="00252C3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10</w:t>
                                  </w:r>
                                </w:p>
                                <w:p w:rsidR="00BE7617" w:rsidRPr="00272C11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ENGR</w:t>
                                  </w:r>
                                </w:p>
                                <w:p w:rsidR="00BE7617" w:rsidRPr="00272C11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6:00 am arrive at MFI airport</w:t>
                                  </w:r>
                                </w:p>
                                <w:p w:rsidR="00BE7617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 xml:space="preserve">Noon arrive in Cap </w:t>
                                  </w:r>
                                  <w:proofErr w:type="spellStart"/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Haitien</w:t>
                                  </w:r>
                                  <w:proofErr w:type="spellEnd"/>
                                </w:p>
                                <w:p w:rsidR="00272C11" w:rsidRPr="00272C11" w:rsidRDefault="00272C11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Afternoon: arrive at CBT and chill</w:t>
                                  </w: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11</w:t>
                                  </w:r>
                                </w:p>
                                <w:p w:rsid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4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12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13104" w:rsidRPr="00813F3E" w:rsidTr="00373330">
                              <w:trPr>
                                <w:trHeight w:val="1420"/>
                              </w:trPr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13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Church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14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15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16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17</w:t>
                                  </w:r>
                                </w:p>
                                <w:p w:rsidR="00BE7617" w:rsidRPr="00272C11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ProC</w:t>
                                  </w:r>
                                  <w:proofErr w:type="spellEnd"/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 xml:space="preserve"> arrive in Cap </w:t>
                                  </w:r>
                                  <w:proofErr w:type="spellStart"/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Haitien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18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4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19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D13104" w:rsidRPr="00813F3E" w:rsidTr="00373330">
                              <w:trPr>
                                <w:trHeight w:val="1420"/>
                              </w:trPr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20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Church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21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22</w:t>
                                  </w:r>
                                </w:p>
                                <w:p w:rsidR="00BE7617" w:rsidRPr="00272C11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 xml:space="preserve">ENGR leave Cap </w:t>
                                  </w:r>
                                  <w:proofErr w:type="spellStart"/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Haitien</w:t>
                                  </w:r>
                                  <w:proofErr w:type="spellEnd"/>
                                </w:p>
                                <w:p w:rsidR="00BE7617" w:rsidRPr="00272C11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6:00 pm arrive in Fort Pierce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23</w:t>
                                  </w:r>
                                </w:p>
                                <w:p w:rsidR="00272C11" w:rsidRPr="00272C11" w:rsidRDefault="00272C11" w:rsidP="00272C11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ENGR Leave Florida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24</w:t>
                                  </w:r>
                                </w:p>
                                <w:p w:rsidR="00BE7617" w:rsidRPr="00272C11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ProC</w:t>
                                  </w:r>
                                  <w:proofErr w:type="spellEnd"/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 xml:space="preserve"> leave Cap </w:t>
                                  </w:r>
                                  <w:proofErr w:type="spellStart"/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Haitien</w:t>
                                  </w:r>
                                  <w:proofErr w:type="spellEnd"/>
                                </w:p>
                                <w:p w:rsidR="00BE7617" w:rsidRPr="00272C11" w:rsidRDefault="00BE7617" w:rsidP="00BE761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16"/>
                                      <w:szCs w:val="16"/>
                                    </w:rPr>
                                    <w:t>6:00 pm arrive in Fort Pierce</w:t>
                                  </w: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bookmarkStart w:id="0" w:name="_GoBack"/>
                                  <w:bookmarkEnd w:id="0"/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4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D13104" w:rsidRPr="00813F3E" w:rsidTr="00373330">
                              <w:trPr>
                                <w:trHeight w:val="1420"/>
                              </w:trPr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16"/>
                                    </w:rPr>
                                  </w:pPr>
                                  <w:r w:rsidRPr="00272C11">
                                    <w:rPr>
                                      <w:sz w:val="24"/>
                                      <w:szCs w:val="16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4" w:space="0" w:color="auto"/>
                                  </w:tcBorders>
                                </w:tcPr>
                                <w:p w:rsidR="00D13104" w:rsidRPr="00272C11" w:rsidRDefault="00D13104" w:rsidP="00D13104">
                                  <w:pPr>
                                    <w:pStyle w:val="Boxes11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3104" w:rsidTr="00373330">
                              <w:trPr>
                                <w:trHeight w:val="1420"/>
                              </w:trPr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BE7617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BE7617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BE7617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BE7617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8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BE7617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:rsidR="00D13104" w:rsidRPr="00BE7617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13104" w:rsidRPr="00BE7617" w:rsidRDefault="00D13104" w:rsidP="00D13104">
                                  <w:pPr>
                                    <w:pStyle w:val="Boxes11"/>
                                    <w:rPr>
                                      <w:sz w:val="24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13104" w:rsidRDefault="00D13104" w:rsidP="00813F3E">
                            <w:pPr>
                              <w:pStyle w:val="Boxes1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7" style="position:absolute;margin-left:7.2pt;margin-top:28.8pt;width:705.65pt;height:489.6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18"/>
                        <w:gridCol w:w="2018"/>
                        <w:gridCol w:w="2018"/>
                        <w:gridCol w:w="2018"/>
                        <w:gridCol w:w="2018"/>
                        <w:gridCol w:w="2019"/>
                        <w:gridCol w:w="2019"/>
                      </w:tblGrid>
                      <w:tr w:rsidR="00D13104" w:rsidTr="00373330">
                        <w:trPr>
                          <w:trHeight w:val="720"/>
                        </w:trPr>
                        <w:tc>
                          <w:tcPr>
                            <w:tcW w:w="2018" w:type="dxa"/>
                            <w:tcBorders>
                              <w:bottom w:val="single" w:sz="4" w:space="0" w:color="auto"/>
                            </w:tcBorders>
                          </w:tcPr>
                          <w:p w:rsidR="00D13104" w:rsidRPr="00813F3E" w:rsidRDefault="00D13104" w:rsidP="00D13104">
                            <w:pPr>
                              <w:pStyle w:val="BoxesHeading2"/>
                            </w:pPr>
                            <w:r w:rsidRPr="00813F3E">
                              <w:t>Sun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bottom w:val="single" w:sz="4" w:space="0" w:color="auto"/>
                            </w:tcBorders>
                          </w:tcPr>
                          <w:p w:rsidR="00D13104" w:rsidRPr="00813F3E" w:rsidRDefault="00D13104" w:rsidP="00D13104">
                            <w:pPr>
                              <w:pStyle w:val="BoxesHeading2"/>
                            </w:pPr>
                            <w:r w:rsidRPr="00813F3E">
                              <w:t>Mon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bottom w:val="single" w:sz="4" w:space="0" w:color="auto"/>
                            </w:tcBorders>
                          </w:tcPr>
                          <w:p w:rsidR="00D13104" w:rsidRPr="00813F3E" w:rsidRDefault="00D13104" w:rsidP="00D13104">
                            <w:pPr>
                              <w:pStyle w:val="BoxesHeading2"/>
                            </w:pPr>
                            <w:r w:rsidRPr="00813F3E">
                              <w:t>Tue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bottom w:val="single" w:sz="4" w:space="0" w:color="auto"/>
                            </w:tcBorders>
                          </w:tcPr>
                          <w:p w:rsidR="00D13104" w:rsidRPr="00813F3E" w:rsidRDefault="00D13104" w:rsidP="00D13104">
                            <w:pPr>
                              <w:pStyle w:val="BoxesHeading2"/>
                            </w:pPr>
                            <w:r w:rsidRPr="00813F3E">
                              <w:t>Wed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bottom w:val="single" w:sz="4" w:space="0" w:color="auto"/>
                            </w:tcBorders>
                          </w:tcPr>
                          <w:p w:rsidR="00D13104" w:rsidRPr="00813F3E" w:rsidRDefault="00D13104" w:rsidP="00D13104">
                            <w:pPr>
                              <w:pStyle w:val="BoxesHeading2"/>
                            </w:pPr>
                            <w:r w:rsidRPr="00813F3E">
                              <w:t>Thu</w:t>
                            </w:r>
                          </w:p>
                        </w:tc>
                        <w:tc>
                          <w:tcPr>
                            <w:tcW w:w="2019" w:type="dxa"/>
                            <w:tcBorders>
                              <w:bottom w:val="single" w:sz="4" w:space="0" w:color="auto"/>
                            </w:tcBorders>
                          </w:tcPr>
                          <w:p w:rsidR="00D13104" w:rsidRPr="00813F3E" w:rsidRDefault="00D13104" w:rsidP="00D13104">
                            <w:pPr>
                              <w:pStyle w:val="BoxesHeading2"/>
                            </w:pPr>
                            <w:r w:rsidRPr="00813F3E">
                              <w:t>Fri</w:t>
                            </w:r>
                          </w:p>
                        </w:tc>
                        <w:tc>
                          <w:tcPr>
                            <w:tcW w:w="2019" w:type="dxa"/>
                            <w:tcBorders>
                              <w:bottom w:val="single" w:sz="4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Heading2"/>
                            </w:pPr>
                            <w:r w:rsidRPr="00813F3E">
                              <w:t>Sat</w:t>
                            </w:r>
                          </w:p>
                        </w:tc>
                      </w:tr>
                      <w:tr w:rsidR="00D13104" w:rsidRPr="00813F3E" w:rsidTr="00373330">
                        <w:trPr>
                          <w:trHeight w:val="1420"/>
                        </w:trPr>
                        <w:tc>
                          <w:tcPr>
                            <w:tcW w:w="20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</w:t>
                            </w:r>
                          </w:p>
                          <w:p w:rsidR="00E826B8" w:rsidRPr="00272C11" w:rsidRDefault="00E826B8" w:rsidP="00A7463F">
                            <w:pPr>
                              <w:rPr>
                                <w:sz w:val="2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</w:t>
                            </w:r>
                          </w:p>
                          <w:p w:rsidR="00E826B8" w:rsidRPr="00272C11" w:rsidRDefault="00E826B8" w:rsidP="00A7463F">
                            <w:pPr>
                              <w:rPr>
                                <w:sz w:val="2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3</w:t>
                            </w:r>
                          </w:p>
                          <w:p w:rsidR="00E826B8" w:rsidRPr="00272C11" w:rsidRDefault="00E826B8" w:rsidP="00A7463F">
                            <w:pPr>
                              <w:rPr>
                                <w:sz w:val="2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4</w:t>
                            </w:r>
                          </w:p>
                          <w:p w:rsidR="00E826B8" w:rsidRPr="00272C11" w:rsidRDefault="00E826B8" w:rsidP="00A7463F">
                            <w:pPr>
                              <w:rPr>
                                <w:sz w:val="2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6" w:space="0" w:color="auto"/>
                              <w:right w:val="single" w:sz="4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5</w:t>
                            </w:r>
                          </w:p>
                          <w:p w:rsidR="00D13104" w:rsidRPr="00272C11" w:rsidRDefault="00D13104" w:rsidP="00B04865">
                            <w:pPr>
                              <w:rPr>
                                <w:sz w:val="24"/>
                                <w:szCs w:val="16"/>
                              </w:rPr>
                            </w:pPr>
                          </w:p>
                        </w:tc>
                      </w:tr>
                      <w:tr w:rsidR="00D13104" w:rsidRPr="00813F3E" w:rsidTr="00373330">
                        <w:trPr>
                          <w:trHeight w:val="1420"/>
                        </w:trPr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24"/>
                              </w:rPr>
                            </w:pPr>
                            <w:r w:rsidRPr="00272C11">
                              <w:rPr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24"/>
                              </w:rPr>
                            </w:pPr>
                            <w:r w:rsidRPr="00272C11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24"/>
                              </w:rPr>
                            </w:pPr>
                            <w:r w:rsidRPr="00272C11">
                              <w:rPr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  <w:p w:rsidR="00252C31" w:rsidRPr="00272C11" w:rsidRDefault="00252C31" w:rsidP="00252C3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9</w:t>
                            </w:r>
                          </w:p>
                          <w:p w:rsidR="00BE7617" w:rsidRPr="00272C11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72C11">
                              <w:rPr>
                                <w:sz w:val="16"/>
                                <w:szCs w:val="16"/>
                              </w:rPr>
                              <w:t xml:space="preserve">ENGR </w:t>
                            </w:r>
                            <w:r w:rsidR="00272C11">
                              <w:rPr>
                                <w:sz w:val="16"/>
                                <w:szCs w:val="16"/>
                              </w:rPr>
                              <w:t xml:space="preserve">meet </w:t>
                            </w:r>
                            <w:r w:rsidRPr="00272C11">
                              <w:rPr>
                                <w:sz w:val="16"/>
                                <w:szCs w:val="16"/>
                              </w:rPr>
                              <w:t>in Florida.</w:t>
                            </w:r>
                          </w:p>
                          <w:p w:rsidR="00BE7617" w:rsidRPr="00272C11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72C11">
                              <w:rPr>
                                <w:sz w:val="16"/>
                                <w:szCs w:val="16"/>
                              </w:rPr>
                              <w:t>Drive to Fort Pierce</w:t>
                            </w:r>
                          </w:p>
                          <w:p w:rsidR="00252C31" w:rsidRPr="00272C11" w:rsidRDefault="00252C31" w:rsidP="00252C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10</w:t>
                            </w:r>
                          </w:p>
                          <w:p w:rsidR="00BE7617" w:rsidRPr="00272C11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72C11">
                              <w:rPr>
                                <w:sz w:val="16"/>
                                <w:szCs w:val="16"/>
                              </w:rPr>
                              <w:t>ENGR</w:t>
                            </w:r>
                          </w:p>
                          <w:p w:rsidR="00BE7617" w:rsidRPr="00272C11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72C11">
                              <w:rPr>
                                <w:sz w:val="16"/>
                                <w:szCs w:val="16"/>
                              </w:rPr>
                              <w:t>6:00 am arrive at MFI airport</w:t>
                            </w:r>
                          </w:p>
                          <w:p w:rsidR="00BE7617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72C11">
                              <w:rPr>
                                <w:sz w:val="16"/>
                                <w:szCs w:val="16"/>
                              </w:rPr>
                              <w:t xml:space="preserve">Noon arrive in Cap </w:t>
                            </w:r>
                            <w:proofErr w:type="spellStart"/>
                            <w:r w:rsidRPr="00272C11">
                              <w:rPr>
                                <w:sz w:val="16"/>
                                <w:szCs w:val="16"/>
                              </w:rPr>
                              <w:t>Haitien</w:t>
                            </w:r>
                            <w:proofErr w:type="spellEnd"/>
                          </w:p>
                          <w:p w:rsidR="00272C11" w:rsidRPr="00272C11" w:rsidRDefault="00272C11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Afternoon: arrive at CBT and chill</w:t>
                            </w: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11</w:t>
                            </w:r>
                          </w:p>
                          <w:p w:rsid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4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12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D13104" w:rsidRPr="00813F3E" w:rsidTr="00373330">
                        <w:trPr>
                          <w:trHeight w:val="1420"/>
                        </w:trPr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13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Church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14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15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16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17</w:t>
                            </w:r>
                          </w:p>
                          <w:p w:rsidR="00BE7617" w:rsidRPr="00272C11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72C11">
                              <w:rPr>
                                <w:sz w:val="16"/>
                                <w:szCs w:val="16"/>
                              </w:rPr>
                              <w:t>ProC</w:t>
                            </w:r>
                            <w:proofErr w:type="spellEnd"/>
                            <w:r w:rsidRPr="00272C11">
                              <w:rPr>
                                <w:sz w:val="16"/>
                                <w:szCs w:val="16"/>
                              </w:rPr>
                              <w:t xml:space="preserve"> arrive in Cap </w:t>
                            </w:r>
                            <w:proofErr w:type="spellStart"/>
                            <w:r w:rsidRPr="00272C11">
                              <w:rPr>
                                <w:sz w:val="16"/>
                                <w:szCs w:val="16"/>
                              </w:rPr>
                              <w:t>Haitien</w:t>
                            </w:r>
                            <w:proofErr w:type="spellEnd"/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18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4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19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D13104" w:rsidRPr="00813F3E" w:rsidTr="00373330">
                        <w:trPr>
                          <w:trHeight w:val="1420"/>
                        </w:trPr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20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Church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21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22</w:t>
                            </w:r>
                          </w:p>
                          <w:p w:rsidR="00BE7617" w:rsidRPr="00272C11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72C11">
                              <w:rPr>
                                <w:sz w:val="16"/>
                                <w:szCs w:val="16"/>
                              </w:rPr>
                              <w:t xml:space="preserve">ENGR leave Cap </w:t>
                            </w:r>
                            <w:proofErr w:type="spellStart"/>
                            <w:r w:rsidRPr="00272C11">
                              <w:rPr>
                                <w:sz w:val="16"/>
                                <w:szCs w:val="16"/>
                              </w:rPr>
                              <w:t>Haitien</w:t>
                            </w:r>
                            <w:proofErr w:type="spellEnd"/>
                          </w:p>
                          <w:p w:rsidR="00BE7617" w:rsidRPr="00272C11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72C11">
                              <w:rPr>
                                <w:sz w:val="16"/>
                                <w:szCs w:val="16"/>
                              </w:rPr>
                              <w:t>6:00 pm arrive in Fort Pierce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23</w:t>
                            </w:r>
                          </w:p>
                          <w:p w:rsidR="00272C11" w:rsidRPr="00272C11" w:rsidRDefault="00272C11" w:rsidP="00272C1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ENGR Leave Florida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24</w:t>
                            </w:r>
                          </w:p>
                          <w:p w:rsidR="00BE7617" w:rsidRPr="00272C11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72C11">
                              <w:rPr>
                                <w:sz w:val="16"/>
                                <w:szCs w:val="16"/>
                              </w:rPr>
                              <w:t>ProC</w:t>
                            </w:r>
                            <w:proofErr w:type="spellEnd"/>
                            <w:r w:rsidRPr="00272C11">
                              <w:rPr>
                                <w:sz w:val="16"/>
                                <w:szCs w:val="16"/>
                              </w:rPr>
                              <w:t xml:space="preserve"> leave Cap </w:t>
                            </w:r>
                            <w:proofErr w:type="spellStart"/>
                            <w:r w:rsidRPr="00272C11">
                              <w:rPr>
                                <w:sz w:val="16"/>
                                <w:szCs w:val="16"/>
                              </w:rPr>
                              <w:t>Haitien</w:t>
                            </w:r>
                            <w:proofErr w:type="spellEnd"/>
                          </w:p>
                          <w:p w:rsidR="00BE7617" w:rsidRPr="00272C11" w:rsidRDefault="00BE7617" w:rsidP="00BE761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72C11">
                              <w:rPr>
                                <w:sz w:val="16"/>
                                <w:szCs w:val="16"/>
                              </w:rPr>
                              <w:t>6:00 pm arrive in Fort Pierce</w:t>
                            </w: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bookmarkStart w:id="1" w:name="_GoBack"/>
                            <w:bookmarkEnd w:id="1"/>
                            <w:r w:rsidRPr="00272C11">
                              <w:rPr>
                                <w:sz w:val="24"/>
                                <w:szCs w:val="16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4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26</w:t>
                            </w:r>
                          </w:p>
                        </w:tc>
                      </w:tr>
                      <w:tr w:rsidR="00D13104" w:rsidRPr="00813F3E" w:rsidTr="00373330">
                        <w:trPr>
                          <w:trHeight w:val="1420"/>
                        </w:trPr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24"/>
                                <w:szCs w:val="16"/>
                              </w:rPr>
                            </w:pPr>
                            <w:r w:rsidRPr="00272C11">
                              <w:rPr>
                                <w:sz w:val="24"/>
                                <w:szCs w:val="16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4" w:space="0" w:color="auto"/>
                            </w:tcBorders>
                          </w:tcPr>
                          <w:p w:rsidR="00D13104" w:rsidRPr="00272C11" w:rsidRDefault="00D13104" w:rsidP="00D13104">
                            <w:pPr>
                              <w:pStyle w:val="Boxes11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3104" w:rsidTr="00373330">
                        <w:trPr>
                          <w:trHeight w:val="1420"/>
                        </w:trPr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:rsidR="00D13104" w:rsidRPr="00BE7617" w:rsidRDefault="00D13104" w:rsidP="00D13104">
                            <w:pPr>
                              <w:pStyle w:val="Boxes11"/>
                              <w:rPr>
                                <w:sz w:val="24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:rsidR="00D13104" w:rsidRPr="00BE7617" w:rsidRDefault="00D13104" w:rsidP="00D13104">
                            <w:pPr>
                              <w:pStyle w:val="Boxes11"/>
                              <w:rPr>
                                <w:sz w:val="24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:rsidR="00D13104" w:rsidRPr="00BE7617" w:rsidRDefault="00D13104" w:rsidP="00D13104">
                            <w:pPr>
                              <w:pStyle w:val="Boxes11"/>
                              <w:rPr>
                                <w:sz w:val="24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:rsidR="00D13104" w:rsidRPr="00BE7617" w:rsidRDefault="00D13104" w:rsidP="00D13104">
                            <w:pPr>
                              <w:pStyle w:val="Boxes11"/>
                              <w:rPr>
                                <w:sz w:val="24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018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:rsidR="00D13104" w:rsidRPr="00BE7617" w:rsidRDefault="00D13104" w:rsidP="00D13104">
                            <w:pPr>
                              <w:pStyle w:val="Boxes11"/>
                              <w:rPr>
                                <w:sz w:val="24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:rsidR="00D13104" w:rsidRPr="00BE7617" w:rsidRDefault="00D13104" w:rsidP="00D13104">
                            <w:pPr>
                              <w:pStyle w:val="Boxes11"/>
                              <w:rPr>
                                <w:sz w:val="24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01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13104" w:rsidRPr="00BE7617" w:rsidRDefault="00D13104" w:rsidP="00D13104">
                            <w:pPr>
                              <w:pStyle w:val="Boxes11"/>
                              <w:rPr>
                                <w:sz w:val="24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:rsidR="00D13104" w:rsidRDefault="00D13104" w:rsidP="00813F3E">
                      <w:pPr>
                        <w:pStyle w:val="Boxes11"/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margin">
                  <wp:posOffset>457200</wp:posOffset>
                </wp:positionH>
                <wp:positionV relativeFrom="margin">
                  <wp:posOffset>0</wp:posOffset>
                </wp:positionV>
                <wp:extent cx="2195195" cy="640715"/>
                <wp:effectExtent l="19050" t="19050" r="14605" b="16510"/>
                <wp:wrapNone/>
                <wp:docPr id="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519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104" w:rsidRDefault="00D13104" w:rsidP="00813F3E">
                            <w:pPr>
                              <w:pStyle w:val="BoxesHeading1"/>
                            </w:pPr>
                            <w:r>
                              <w:t>May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40" style="position:absolute;margin-left:36pt;margin-top:0;width:172.85pt;height:50.4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" strokeweight="2pt">
                <v:textbox inset="5pt,5pt,5pt,5pt">
                  <w:txbxContent>
                    <w:p w:rsidR="00D13104" w:rsidRDefault="00D13104" w:rsidP="00813F3E">
                      <w:pPr>
                        <w:pStyle w:val="BoxesHeading1"/>
                      </w:pPr>
                      <w:r>
                        <w:t>May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274320</wp:posOffset>
                </wp:positionV>
                <wp:extent cx="9125585" cy="6309360"/>
                <wp:effectExtent l="19050" t="17145" r="18415" b="17145"/>
                <wp:wrapNone/>
                <wp:docPr id="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5585" cy="63093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0;margin-top:21.6pt;width:718.55pt;height:496.8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" filled="f" strokeweight="2pt">
                <w10:wrap anchorx="margin" anchory="margin"/>
              </v:rect>
            </w:pict>
          </mc:Fallback>
        </mc:AlternateContent>
      </w:r>
    </w:p>
    <w:sectPr w:rsidR="00813F3E" w:rsidSect="002B0695">
      <w:pgSz w:w="15840" w:h="12240" w:orient="landscape" w:code="1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F3E"/>
    <w:rsid w:val="000918C2"/>
    <w:rsid w:val="000D13FE"/>
    <w:rsid w:val="00114A7C"/>
    <w:rsid w:val="001B1573"/>
    <w:rsid w:val="001C54B6"/>
    <w:rsid w:val="00202138"/>
    <w:rsid w:val="00222B27"/>
    <w:rsid w:val="00227FC3"/>
    <w:rsid w:val="00252C31"/>
    <w:rsid w:val="00267220"/>
    <w:rsid w:val="00272C11"/>
    <w:rsid w:val="00292796"/>
    <w:rsid w:val="002B0695"/>
    <w:rsid w:val="002F4B52"/>
    <w:rsid w:val="002F52F9"/>
    <w:rsid w:val="002F5EDD"/>
    <w:rsid w:val="00322909"/>
    <w:rsid w:val="00345590"/>
    <w:rsid w:val="003652B2"/>
    <w:rsid w:val="00370677"/>
    <w:rsid w:val="00373330"/>
    <w:rsid w:val="00424BF9"/>
    <w:rsid w:val="00434695"/>
    <w:rsid w:val="004530C8"/>
    <w:rsid w:val="004D6E2F"/>
    <w:rsid w:val="004F4E3D"/>
    <w:rsid w:val="00554F97"/>
    <w:rsid w:val="00580FA8"/>
    <w:rsid w:val="005E78A2"/>
    <w:rsid w:val="0067344A"/>
    <w:rsid w:val="006A589F"/>
    <w:rsid w:val="006D25FD"/>
    <w:rsid w:val="006D5382"/>
    <w:rsid w:val="007A35A2"/>
    <w:rsid w:val="007B2D94"/>
    <w:rsid w:val="007C5316"/>
    <w:rsid w:val="007C70B7"/>
    <w:rsid w:val="007D2316"/>
    <w:rsid w:val="00813F3E"/>
    <w:rsid w:val="0082624F"/>
    <w:rsid w:val="00962540"/>
    <w:rsid w:val="00972383"/>
    <w:rsid w:val="00A51FF8"/>
    <w:rsid w:val="00A7463F"/>
    <w:rsid w:val="00AC55DC"/>
    <w:rsid w:val="00AC5EB4"/>
    <w:rsid w:val="00B04865"/>
    <w:rsid w:val="00B078C9"/>
    <w:rsid w:val="00B2222D"/>
    <w:rsid w:val="00B352AC"/>
    <w:rsid w:val="00BA53EF"/>
    <w:rsid w:val="00BE7617"/>
    <w:rsid w:val="00C768DD"/>
    <w:rsid w:val="00D004CE"/>
    <w:rsid w:val="00D13104"/>
    <w:rsid w:val="00D26E41"/>
    <w:rsid w:val="00D95F8F"/>
    <w:rsid w:val="00DA037A"/>
    <w:rsid w:val="00E826B8"/>
    <w:rsid w:val="00EF7871"/>
    <w:rsid w:val="00F32A22"/>
    <w:rsid w:val="00F40049"/>
    <w:rsid w:val="00FA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nerHeading1">
    <w:name w:val="Banner Heading1"/>
    <w:rsid w:val="002B0695"/>
    <w:pPr>
      <w:shd w:val="clear" w:color="auto" w:fill="000000"/>
      <w:jc w:val="center"/>
    </w:pPr>
    <w:rPr>
      <w:b/>
      <w:noProof/>
      <w:color w:val="FFFFFF"/>
      <w:sz w:val="72"/>
    </w:rPr>
  </w:style>
  <w:style w:type="paragraph" w:customStyle="1" w:styleId="BannerHeading2">
    <w:name w:val="Banner Heading2"/>
    <w:rsid w:val="002B0695"/>
    <w:pPr>
      <w:spacing w:before="480" w:after="120"/>
      <w:jc w:val="center"/>
    </w:pPr>
    <w:rPr>
      <w:b/>
      <w:i/>
      <w:noProof/>
      <w:sz w:val="40"/>
    </w:rPr>
  </w:style>
  <w:style w:type="paragraph" w:customStyle="1" w:styleId="BannerHeading3">
    <w:name w:val="Banner Heading3"/>
    <w:basedOn w:val="BannerHeading2"/>
    <w:rsid w:val="002B0695"/>
    <w:rPr>
      <w:b w:val="0"/>
    </w:rPr>
  </w:style>
  <w:style w:type="paragraph" w:customStyle="1" w:styleId="Banner00">
    <w:name w:val="Banner00"/>
    <w:rsid w:val="002B0695"/>
    <w:pPr>
      <w:spacing w:before="240" w:after="200"/>
      <w:jc w:val="center"/>
    </w:pPr>
    <w:rPr>
      <w:b/>
      <w:noProof/>
      <w:sz w:val="72"/>
    </w:rPr>
  </w:style>
  <w:style w:type="paragraph" w:customStyle="1" w:styleId="Banner01">
    <w:name w:val="Banner01"/>
    <w:basedOn w:val="Banner00"/>
    <w:next w:val="Normal"/>
    <w:rsid w:val="002B0695"/>
    <w:pPr>
      <w:spacing w:after="240"/>
    </w:pPr>
  </w:style>
  <w:style w:type="paragraph" w:customStyle="1" w:styleId="Banner10">
    <w:name w:val="Banner10"/>
    <w:basedOn w:val="Normal"/>
    <w:rsid w:val="002B0695"/>
    <w:pPr>
      <w:spacing w:before="720" w:after="120"/>
      <w:jc w:val="center"/>
    </w:pPr>
    <w:rPr>
      <w:b/>
      <w:noProof/>
      <w:sz w:val="56"/>
    </w:rPr>
  </w:style>
  <w:style w:type="paragraph" w:customStyle="1" w:styleId="Banner11">
    <w:name w:val="Banner11"/>
    <w:basedOn w:val="Normal"/>
    <w:next w:val="Normal"/>
    <w:rsid w:val="002B0695"/>
    <w:pPr>
      <w:jc w:val="center"/>
    </w:pPr>
    <w:rPr>
      <w:b/>
      <w:noProof/>
      <w:sz w:val="84"/>
    </w:rPr>
  </w:style>
  <w:style w:type="paragraph" w:customStyle="1" w:styleId="BoxesHeading1">
    <w:name w:val="Boxes Heading1"/>
    <w:rsid w:val="002B0695"/>
    <w:pPr>
      <w:shd w:val="clear" w:color="auto" w:fill="000000"/>
      <w:jc w:val="center"/>
    </w:pPr>
    <w:rPr>
      <w:rFonts w:ascii="Bookman Old Style" w:hAnsi="Bookman Old Style"/>
      <w:b/>
      <w:noProof/>
      <w:color w:val="FFFFFF"/>
      <w:sz w:val="56"/>
    </w:rPr>
  </w:style>
  <w:style w:type="paragraph" w:customStyle="1" w:styleId="BoxesHeading2">
    <w:name w:val="Boxes Heading2"/>
    <w:rsid w:val="002B0695"/>
    <w:pPr>
      <w:spacing w:before="800"/>
      <w:jc w:val="center"/>
    </w:pPr>
    <w:rPr>
      <w:i/>
      <w:noProof/>
      <w:sz w:val="24"/>
    </w:rPr>
  </w:style>
  <w:style w:type="paragraph" w:customStyle="1" w:styleId="Boxes00">
    <w:name w:val="Boxes00"/>
    <w:basedOn w:val="Normal"/>
    <w:rsid w:val="002B0695"/>
    <w:pPr>
      <w:spacing w:before="240" w:after="120"/>
      <w:jc w:val="center"/>
    </w:pPr>
    <w:rPr>
      <w:b/>
      <w:noProof/>
      <w:sz w:val="60"/>
    </w:rPr>
  </w:style>
  <w:style w:type="paragraph" w:customStyle="1" w:styleId="Boxes01">
    <w:name w:val="Boxes01"/>
    <w:next w:val="Normal"/>
    <w:rsid w:val="002B0695"/>
    <w:pPr>
      <w:jc w:val="center"/>
    </w:pPr>
    <w:rPr>
      <w:b/>
      <w:noProof/>
      <w:sz w:val="96"/>
    </w:rPr>
  </w:style>
  <w:style w:type="paragraph" w:customStyle="1" w:styleId="Boxes10">
    <w:name w:val="Boxes10"/>
    <w:basedOn w:val="Normal"/>
    <w:rsid w:val="002B0695"/>
    <w:pPr>
      <w:spacing w:before="360" w:after="120"/>
      <w:jc w:val="center"/>
    </w:pPr>
    <w:rPr>
      <w:b/>
      <w:noProof/>
      <w:sz w:val="72"/>
    </w:rPr>
  </w:style>
  <w:style w:type="paragraph" w:customStyle="1" w:styleId="Boxes11">
    <w:name w:val="Boxes11"/>
    <w:basedOn w:val="Boxes01"/>
    <w:next w:val="Normal"/>
    <w:rsid w:val="002B0695"/>
    <w:rPr>
      <w:sz w:val="72"/>
    </w:rPr>
  </w:style>
  <w:style w:type="paragraph" w:customStyle="1" w:styleId="ExtraInfo">
    <w:name w:val="Extra Info"/>
    <w:basedOn w:val="Normal"/>
    <w:rsid w:val="002B0695"/>
    <w:rPr>
      <w:sz w:val="18"/>
    </w:rPr>
  </w:style>
  <w:style w:type="paragraph" w:customStyle="1" w:styleId="JazzyHeading1">
    <w:name w:val="Jazzy Heading1"/>
    <w:rsid w:val="002B0695"/>
    <w:pPr>
      <w:jc w:val="center"/>
    </w:pPr>
    <w:rPr>
      <w:rFonts w:ascii="Algerian" w:hAnsi="Algerian"/>
      <w:noProof/>
      <w:sz w:val="168"/>
    </w:rPr>
  </w:style>
  <w:style w:type="paragraph" w:customStyle="1" w:styleId="JazzyHeading10">
    <w:name w:val="Jazzy Heading10"/>
    <w:basedOn w:val="Normal"/>
    <w:rsid w:val="002B0695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</w:rPr>
  </w:style>
  <w:style w:type="paragraph" w:customStyle="1" w:styleId="JazzyHeading2">
    <w:name w:val="Jazzy Heading2"/>
    <w:rsid w:val="002B0695"/>
    <w:pPr>
      <w:jc w:val="center"/>
    </w:pPr>
    <w:rPr>
      <w:b/>
      <w:noProof/>
      <w:sz w:val="60"/>
    </w:rPr>
  </w:style>
  <w:style w:type="paragraph" w:customStyle="1" w:styleId="JazzyHeading3">
    <w:name w:val="Jazzy Heading3"/>
    <w:rsid w:val="002B0695"/>
    <w:pPr>
      <w:tabs>
        <w:tab w:val="center" w:pos="1080"/>
        <w:tab w:val="center" w:pos="2520"/>
        <w:tab w:val="center" w:pos="3960"/>
        <w:tab w:val="center" w:pos="5400"/>
        <w:tab w:val="center" w:pos="6840"/>
        <w:tab w:val="center" w:pos="8280"/>
        <w:tab w:val="center" w:pos="9720"/>
      </w:tabs>
      <w:spacing w:before="120"/>
    </w:pPr>
    <w:rPr>
      <w:b/>
      <w:noProof/>
      <w:sz w:val="40"/>
    </w:rPr>
  </w:style>
  <w:style w:type="paragraph" w:customStyle="1" w:styleId="JazzyHeading4">
    <w:name w:val="Jazzy Heading4"/>
    <w:basedOn w:val="Normal"/>
    <w:rsid w:val="002B0695"/>
    <w:pPr>
      <w:spacing w:line="1440" w:lineRule="exact"/>
      <w:jc w:val="center"/>
    </w:pPr>
    <w:rPr>
      <w:rFonts w:ascii="Algerian" w:hAnsi="Algerian"/>
      <w:noProof/>
      <w:sz w:val="144"/>
    </w:rPr>
  </w:style>
  <w:style w:type="paragraph" w:customStyle="1" w:styleId="JazzyHeading5">
    <w:name w:val="Jazzy Heading5"/>
    <w:basedOn w:val="JazzyHeading3"/>
    <w:rsid w:val="002B0695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1260"/>
        <w:tab w:val="center" w:pos="3240"/>
        <w:tab w:val="center" w:pos="5220"/>
        <w:tab w:val="center" w:pos="7200"/>
        <w:tab w:val="center" w:pos="9180"/>
        <w:tab w:val="center" w:pos="11160"/>
        <w:tab w:val="center" w:pos="13140"/>
      </w:tabs>
    </w:pPr>
  </w:style>
  <w:style w:type="paragraph" w:customStyle="1" w:styleId="JazzyHeading6">
    <w:name w:val="Jazzy Heading6"/>
    <w:basedOn w:val="Normal"/>
    <w:rsid w:val="002B0695"/>
    <w:pPr>
      <w:tabs>
        <w:tab w:val="center" w:pos="720"/>
        <w:tab w:val="center" w:pos="1980"/>
        <w:tab w:val="center" w:pos="3240"/>
        <w:tab w:val="center" w:pos="4500"/>
        <w:tab w:val="center" w:pos="5760"/>
        <w:tab w:val="center" w:pos="7020"/>
        <w:tab w:val="center" w:pos="8280"/>
      </w:tabs>
      <w:spacing w:before="120"/>
    </w:pPr>
    <w:rPr>
      <w:b/>
      <w:noProof/>
      <w:sz w:val="40"/>
    </w:rPr>
  </w:style>
  <w:style w:type="paragraph" w:customStyle="1" w:styleId="JazzyHeading7">
    <w:name w:val="Jazzy Heading7"/>
    <w:basedOn w:val="JazzyHeading3"/>
    <w:rsid w:val="002B0695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900"/>
        <w:tab w:val="center" w:pos="2340"/>
        <w:tab w:val="center" w:pos="3780"/>
        <w:tab w:val="center" w:pos="5220"/>
        <w:tab w:val="center" w:pos="6660"/>
        <w:tab w:val="center" w:pos="8100"/>
        <w:tab w:val="center" w:pos="9540"/>
      </w:tabs>
    </w:pPr>
  </w:style>
  <w:style w:type="paragraph" w:customStyle="1" w:styleId="JazzyHeading8">
    <w:name w:val="Jazzy Heading8"/>
    <w:basedOn w:val="JazzyHeading3"/>
    <w:rsid w:val="002B0695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900"/>
        <w:tab w:val="center" w:pos="2340"/>
        <w:tab w:val="center" w:pos="3780"/>
        <w:tab w:val="center" w:pos="5220"/>
        <w:tab w:val="center" w:pos="6660"/>
        <w:tab w:val="center" w:pos="8100"/>
        <w:tab w:val="center" w:pos="9540"/>
      </w:tabs>
    </w:pPr>
    <w:rPr>
      <w:b w:val="0"/>
    </w:rPr>
  </w:style>
  <w:style w:type="paragraph" w:customStyle="1" w:styleId="JazzyHeading9">
    <w:name w:val="Jazzy Heading9"/>
    <w:basedOn w:val="JazzyHeading6"/>
    <w:rsid w:val="002B0695"/>
    <w:pPr>
      <w:tabs>
        <w:tab w:val="clear" w:pos="720"/>
        <w:tab w:val="clear" w:pos="1980"/>
        <w:tab w:val="clear" w:pos="3240"/>
        <w:tab w:val="clear" w:pos="4500"/>
        <w:tab w:val="clear" w:pos="5760"/>
        <w:tab w:val="clear" w:pos="7020"/>
        <w:tab w:val="clear" w:pos="8280"/>
        <w:tab w:val="center" w:pos="900"/>
        <w:tab w:val="center" w:pos="2250"/>
        <w:tab w:val="center" w:pos="3600"/>
        <w:tab w:val="center" w:pos="4950"/>
        <w:tab w:val="center" w:pos="6300"/>
        <w:tab w:val="center" w:pos="7650"/>
        <w:tab w:val="center" w:pos="9000"/>
      </w:tabs>
    </w:pPr>
  </w:style>
  <w:style w:type="paragraph" w:customStyle="1" w:styleId="Jazzy00">
    <w:name w:val="Jazzy00"/>
    <w:basedOn w:val="Normal"/>
    <w:rsid w:val="002B0695"/>
    <w:pPr>
      <w:spacing w:before="160"/>
      <w:jc w:val="center"/>
    </w:pPr>
    <w:rPr>
      <w:b/>
      <w:noProof/>
      <w:sz w:val="52"/>
    </w:rPr>
  </w:style>
  <w:style w:type="paragraph" w:customStyle="1" w:styleId="Jazzy01">
    <w:name w:val="Jazzy01"/>
    <w:next w:val="ExtraInfo"/>
    <w:rsid w:val="002B0695"/>
    <w:pPr>
      <w:jc w:val="center"/>
    </w:pPr>
    <w:rPr>
      <w:b/>
      <w:noProof/>
      <w:sz w:val="72"/>
    </w:rPr>
  </w:style>
  <w:style w:type="paragraph" w:customStyle="1" w:styleId="Jazzy10">
    <w:name w:val="Jazzy10"/>
    <w:basedOn w:val="Normal"/>
    <w:rsid w:val="002B0695"/>
    <w:pPr>
      <w:spacing w:before="240" w:after="120"/>
      <w:jc w:val="center"/>
    </w:pPr>
    <w:rPr>
      <w:b/>
      <w:noProof/>
      <w:sz w:val="64"/>
    </w:rPr>
  </w:style>
  <w:style w:type="paragraph" w:customStyle="1" w:styleId="Jazzy11">
    <w:name w:val="Jazzy11"/>
    <w:basedOn w:val="Jazzy00"/>
    <w:next w:val="ExtraInfo"/>
    <w:rsid w:val="002B0695"/>
    <w:pPr>
      <w:spacing w:before="0"/>
    </w:pPr>
    <w:rPr>
      <w:sz w:val="64"/>
    </w:rPr>
  </w:style>
  <w:style w:type="paragraph" w:styleId="BalloonText">
    <w:name w:val="Balloon Text"/>
    <w:basedOn w:val="Normal"/>
    <w:semiHidden/>
    <w:rsid w:val="004F4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nerHeading1">
    <w:name w:val="Banner Heading1"/>
    <w:rsid w:val="002B0695"/>
    <w:pPr>
      <w:shd w:val="clear" w:color="auto" w:fill="000000"/>
      <w:jc w:val="center"/>
    </w:pPr>
    <w:rPr>
      <w:b/>
      <w:noProof/>
      <w:color w:val="FFFFFF"/>
      <w:sz w:val="72"/>
    </w:rPr>
  </w:style>
  <w:style w:type="paragraph" w:customStyle="1" w:styleId="BannerHeading2">
    <w:name w:val="Banner Heading2"/>
    <w:rsid w:val="002B0695"/>
    <w:pPr>
      <w:spacing w:before="480" w:after="120"/>
      <w:jc w:val="center"/>
    </w:pPr>
    <w:rPr>
      <w:b/>
      <w:i/>
      <w:noProof/>
      <w:sz w:val="40"/>
    </w:rPr>
  </w:style>
  <w:style w:type="paragraph" w:customStyle="1" w:styleId="BannerHeading3">
    <w:name w:val="Banner Heading3"/>
    <w:basedOn w:val="BannerHeading2"/>
    <w:rsid w:val="002B0695"/>
    <w:rPr>
      <w:b w:val="0"/>
    </w:rPr>
  </w:style>
  <w:style w:type="paragraph" w:customStyle="1" w:styleId="Banner00">
    <w:name w:val="Banner00"/>
    <w:rsid w:val="002B0695"/>
    <w:pPr>
      <w:spacing w:before="240" w:after="200"/>
      <w:jc w:val="center"/>
    </w:pPr>
    <w:rPr>
      <w:b/>
      <w:noProof/>
      <w:sz w:val="72"/>
    </w:rPr>
  </w:style>
  <w:style w:type="paragraph" w:customStyle="1" w:styleId="Banner01">
    <w:name w:val="Banner01"/>
    <w:basedOn w:val="Banner00"/>
    <w:next w:val="Normal"/>
    <w:rsid w:val="002B0695"/>
    <w:pPr>
      <w:spacing w:after="240"/>
    </w:pPr>
  </w:style>
  <w:style w:type="paragraph" w:customStyle="1" w:styleId="Banner10">
    <w:name w:val="Banner10"/>
    <w:basedOn w:val="Normal"/>
    <w:rsid w:val="002B0695"/>
    <w:pPr>
      <w:spacing w:before="720" w:after="120"/>
      <w:jc w:val="center"/>
    </w:pPr>
    <w:rPr>
      <w:b/>
      <w:noProof/>
      <w:sz w:val="56"/>
    </w:rPr>
  </w:style>
  <w:style w:type="paragraph" w:customStyle="1" w:styleId="Banner11">
    <w:name w:val="Banner11"/>
    <w:basedOn w:val="Normal"/>
    <w:next w:val="Normal"/>
    <w:rsid w:val="002B0695"/>
    <w:pPr>
      <w:jc w:val="center"/>
    </w:pPr>
    <w:rPr>
      <w:b/>
      <w:noProof/>
      <w:sz w:val="84"/>
    </w:rPr>
  </w:style>
  <w:style w:type="paragraph" w:customStyle="1" w:styleId="BoxesHeading1">
    <w:name w:val="Boxes Heading1"/>
    <w:rsid w:val="002B0695"/>
    <w:pPr>
      <w:shd w:val="clear" w:color="auto" w:fill="000000"/>
      <w:jc w:val="center"/>
    </w:pPr>
    <w:rPr>
      <w:rFonts w:ascii="Bookman Old Style" w:hAnsi="Bookman Old Style"/>
      <w:b/>
      <w:noProof/>
      <w:color w:val="FFFFFF"/>
      <w:sz w:val="56"/>
    </w:rPr>
  </w:style>
  <w:style w:type="paragraph" w:customStyle="1" w:styleId="BoxesHeading2">
    <w:name w:val="Boxes Heading2"/>
    <w:rsid w:val="002B0695"/>
    <w:pPr>
      <w:spacing w:before="800"/>
      <w:jc w:val="center"/>
    </w:pPr>
    <w:rPr>
      <w:i/>
      <w:noProof/>
      <w:sz w:val="24"/>
    </w:rPr>
  </w:style>
  <w:style w:type="paragraph" w:customStyle="1" w:styleId="Boxes00">
    <w:name w:val="Boxes00"/>
    <w:basedOn w:val="Normal"/>
    <w:rsid w:val="002B0695"/>
    <w:pPr>
      <w:spacing w:before="240" w:after="120"/>
      <w:jc w:val="center"/>
    </w:pPr>
    <w:rPr>
      <w:b/>
      <w:noProof/>
      <w:sz w:val="60"/>
    </w:rPr>
  </w:style>
  <w:style w:type="paragraph" w:customStyle="1" w:styleId="Boxes01">
    <w:name w:val="Boxes01"/>
    <w:next w:val="Normal"/>
    <w:rsid w:val="002B0695"/>
    <w:pPr>
      <w:jc w:val="center"/>
    </w:pPr>
    <w:rPr>
      <w:b/>
      <w:noProof/>
      <w:sz w:val="96"/>
    </w:rPr>
  </w:style>
  <w:style w:type="paragraph" w:customStyle="1" w:styleId="Boxes10">
    <w:name w:val="Boxes10"/>
    <w:basedOn w:val="Normal"/>
    <w:rsid w:val="002B0695"/>
    <w:pPr>
      <w:spacing w:before="360" w:after="120"/>
      <w:jc w:val="center"/>
    </w:pPr>
    <w:rPr>
      <w:b/>
      <w:noProof/>
      <w:sz w:val="72"/>
    </w:rPr>
  </w:style>
  <w:style w:type="paragraph" w:customStyle="1" w:styleId="Boxes11">
    <w:name w:val="Boxes11"/>
    <w:basedOn w:val="Boxes01"/>
    <w:next w:val="Normal"/>
    <w:rsid w:val="002B0695"/>
    <w:rPr>
      <w:sz w:val="72"/>
    </w:rPr>
  </w:style>
  <w:style w:type="paragraph" w:customStyle="1" w:styleId="ExtraInfo">
    <w:name w:val="Extra Info"/>
    <w:basedOn w:val="Normal"/>
    <w:rsid w:val="002B0695"/>
    <w:rPr>
      <w:sz w:val="18"/>
    </w:rPr>
  </w:style>
  <w:style w:type="paragraph" w:customStyle="1" w:styleId="JazzyHeading1">
    <w:name w:val="Jazzy Heading1"/>
    <w:rsid w:val="002B0695"/>
    <w:pPr>
      <w:jc w:val="center"/>
    </w:pPr>
    <w:rPr>
      <w:rFonts w:ascii="Algerian" w:hAnsi="Algerian"/>
      <w:noProof/>
      <w:sz w:val="168"/>
    </w:rPr>
  </w:style>
  <w:style w:type="paragraph" w:customStyle="1" w:styleId="JazzyHeading10">
    <w:name w:val="Jazzy Heading10"/>
    <w:basedOn w:val="Normal"/>
    <w:rsid w:val="002B0695"/>
    <w:pPr>
      <w:tabs>
        <w:tab w:val="center" w:pos="1260"/>
        <w:tab w:val="center" w:pos="3420"/>
        <w:tab w:val="center" w:pos="5580"/>
        <w:tab w:val="center" w:pos="7740"/>
        <w:tab w:val="center" w:pos="9900"/>
        <w:tab w:val="center" w:pos="12060"/>
        <w:tab w:val="center" w:pos="14220"/>
      </w:tabs>
      <w:spacing w:before="120"/>
    </w:pPr>
    <w:rPr>
      <w:b/>
      <w:noProof/>
      <w:sz w:val="40"/>
    </w:rPr>
  </w:style>
  <w:style w:type="paragraph" w:customStyle="1" w:styleId="JazzyHeading2">
    <w:name w:val="Jazzy Heading2"/>
    <w:rsid w:val="002B0695"/>
    <w:pPr>
      <w:jc w:val="center"/>
    </w:pPr>
    <w:rPr>
      <w:b/>
      <w:noProof/>
      <w:sz w:val="60"/>
    </w:rPr>
  </w:style>
  <w:style w:type="paragraph" w:customStyle="1" w:styleId="JazzyHeading3">
    <w:name w:val="Jazzy Heading3"/>
    <w:rsid w:val="002B0695"/>
    <w:pPr>
      <w:tabs>
        <w:tab w:val="center" w:pos="1080"/>
        <w:tab w:val="center" w:pos="2520"/>
        <w:tab w:val="center" w:pos="3960"/>
        <w:tab w:val="center" w:pos="5400"/>
        <w:tab w:val="center" w:pos="6840"/>
        <w:tab w:val="center" w:pos="8280"/>
        <w:tab w:val="center" w:pos="9720"/>
      </w:tabs>
      <w:spacing w:before="120"/>
    </w:pPr>
    <w:rPr>
      <w:b/>
      <w:noProof/>
      <w:sz w:val="40"/>
    </w:rPr>
  </w:style>
  <w:style w:type="paragraph" w:customStyle="1" w:styleId="JazzyHeading4">
    <w:name w:val="Jazzy Heading4"/>
    <w:basedOn w:val="Normal"/>
    <w:rsid w:val="002B0695"/>
    <w:pPr>
      <w:spacing w:line="1440" w:lineRule="exact"/>
      <w:jc w:val="center"/>
    </w:pPr>
    <w:rPr>
      <w:rFonts w:ascii="Algerian" w:hAnsi="Algerian"/>
      <w:noProof/>
      <w:sz w:val="144"/>
    </w:rPr>
  </w:style>
  <w:style w:type="paragraph" w:customStyle="1" w:styleId="JazzyHeading5">
    <w:name w:val="Jazzy Heading5"/>
    <w:basedOn w:val="JazzyHeading3"/>
    <w:rsid w:val="002B0695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1260"/>
        <w:tab w:val="center" w:pos="3240"/>
        <w:tab w:val="center" w:pos="5220"/>
        <w:tab w:val="center" w:pos="7200"/>
        <w:tab w:val="center" w:pos="9180"/>
        <w:tab w:val="center" w:pos="11160"/>
        <w:tab w:val="center" w:pos="13140"/>
      </w:tabs>
    </w:pPr>
  </w:style>
  <w:style w:type="paragraph" w:customStyle="1" w:styleId="JazzyHeading6">
    <w:name w:val="Jazzy Heading6"/>
    <w:basedOn w:val="Normal"/>
    <w:rsid w:val="002B0695"/>
    <w:pPr>
      <w:tabs>
        <w:tab w:val="center" w:pos="720"/>
        <w:tab w:val="center" w:pos="1980"/>
        <w:tab w:val="center" w:pos="3240"/>
        <w:tab w:val="center" w:pos="4500"/>
        <w:tab w:val="center" w:pos="5760"/>
        <w:tab w:val="center" w:pos="7020"/>
        <w:tab w:val="center" w:pos="8280"/>
      </w:tabs>
      <w:spacing w:before="120"/>
    </w:pPr>
    <w:rPr>
      <w:b/>
      <w:noProof/>
      <w:sz w:val="40"/>
    </w:rPr>
  </w:style>
  <w:style w:type="paragraph" w:customStyle="1" w:styleId="JazzyHeading7">
    <w:name w:val="Jazzy Heading7"/>
    <w:basedOn w:val="JazzyHeading3"/>
    <w:rsid w:val="002B0695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900"/>
        <w:tab w:val="center" w:pos="2340"/>
        <w:tab w:val="center" w:pos="3780"/>
        <w:tab w:val="center" w:pos="5220"/>
        <w:tab w:val="center" w:pos="6660"/>
        <w:tab w:val="center" w:pos="8100"/>
        <w:tab w:val="center" w:pos="9540"/>
      </w:tabs>
    </w:pPr>
  </w:style>
  <w:style w:type="paragraph" w:customStyle="1" w:styleId="JazzyHeading8">
    <w:name w:val="Jazzy Heading8"/>
    <w:basedOn w:val="JazzyHeading3"/>
    <w:rsid w:val="002B0695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enter" w:pos="900"/>
        <w:tab w:val="center" w:pos="2340"/>
        <w:tab w:val="center" w:pos="3780"/>
        <w:tab w:val="center" w:pos="5220"/>
        <w:tab w:val="center" w:pos="6660"/>
        <w:tab w:val="center" w:pos="8100"/>
        <w:tab w:val="center" w:pos="9540"/>
      </w:tabs>
    </w:pPr>
    <w:rPr>
      <w:b w:val="0"/>
    </w:rPr>
  </w:style>
  <w:style w:type="paragraph" w:customStyle="1" w:styleId="JazzyHeading9">
    <w:name w:val="Jazzy Heading9"/>
    <w:basedOn w:val="JazzyHeading6"/>
    <w:rsid w:val="002B0695"/>
    <w:pPr>
      <w:tabs>
        <w:tab w:val="clear" w:pos="720"/>
        <w:tab w:val="clear" w:pos="1980"/>
        <w:tab w:val="clear" w:pos="3240"/>
        <w:tab w:val="clear" w:pos="4500"/>
        <w:tab w:val="clear" w:pos="5760"/>
        <w:tab w:val="clear" w:pos="7020"/>
        <w:tab w:val="clear" w:pos="8280"/>
        <w:tab w:val="center" w:pos="900"/>
        <w:tab w:val="center" w:pos="2250"/>
        <w:tab w:val="center" w:pos="3600"/>
        <w:tab w:val="center" w:pos="4950"/>
        <w:tab w:val="center" w:pos="6300"/>
        <w:tab w:val="center" w:pos="7650"/>
        <w:tab w:val="center" w:pos="9000"/>
      </w:tabs>
    </w:pPr>
  </w:style>
  <w:style w:type="paragraph" w:customStyle="1" w:styleId="Jazzy00">
    <w:name w:val="Jazzy00"/>
    <w:basedOn w:val="Normal"/>
    <w:rsid w:val="002B0695"/>
    <w:pPr>
      <w:spacing w:before="160"/>
      <w:jc w:val="center"/>
    </w:pPr>
    <w:rPr>
      <w:b/>
      <w:noProof/>
      <w:sz w:val="52"/>
    </w:rPr>
  </w:style>
  <w:style w:type="paragraph" w:customStyle="1" w:styleId="Jazzy01">
    <w:name w:val="Jazzy01"/>
    <w:next w:val="ExtraInfo"/>
    <w:rsid w:val="002B0695"/>
    <w:pPr>
      <w:jc w:val="center"/>
    </w:pPr>
    <w:rPr>
      <w:b/>
      <w:noProof/>
      <w:sz w:val="72"/>
    </w:rPr>
  </w:style>
  <w:style w:type="paragraph" w:customStyle="1" w:styleId="Jazzy10">
    <w:name w:val="Jazzy10"/>
    <w:basedOn w:val="Normal"/>
    <w:rsid w:val="002B0695"/>
    <w:pPr>
      <w:spacing w:before="240" w:after="120"/>
      <w:jc w:val="center"/>
    </w:pPr>
    <w:rPr>
      <w:b/>
      <w:noProof/>
      <w:sz w:val="64"/>
    </w:rPr>
  </w:style>
  <w:style w:type="paragraph" w:customStyle="1" w:styleId="Jazzy11">
    <w:name w:val="Jazzy11"/>
    <w:basedOn w:val="Jazzy00"/>
    <w:next w:val="ExtraInfo"/>
    <w:rsid w:val="002B0695"/>
    <w:pPr>
      <w:spacing w:before="0"/>
    </w:pPr>
    <w:rPr>
      <w:sz w:val="64"/>
    </w:rPr>
  </w:style>
  <w:style w:type="paragraph" w:styleId="BalloonText">
    <w:name w:val="Balloon Text"/>
    <w:basedOn w:val="Normal"/>
    <w:semiHidden/>
    <w:rsid w:val="004F4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REE\AppData\Roaming\Microsoft\Templates\Calendar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835D1-A509-4C62-9527-7B69A2F3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 wizard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2012-03-06T17:24:00Z</dcterms:created>
  <dcterms:modified xsi:type="dcterms:W3CDTF">2012-03-06T17:55:00Z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TC062062631033</vt:lpwstr>
  </property>
</Properties>
</file>